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f808c03a8c64b4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Bleistifte</w:t>
      </w:r>
    </w:p>
    <w:p>
      <w:pPr>
        <w:pStyle w:val="IQB-Teilaufgabengrafik"/>
      </w:pPr>
      <w:r>
        <w:drawing>
          <wp:inline distT="0" distB="0" distL="0" distR="0">
            <wp:extent cx="5832000" cy="224016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9d0a75407844e1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4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9d0a75407844e1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2023-06-16T08:25:28.8465601Z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