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ac74d4ab704c4c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Addition fortsetzen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24 + 25 = 49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2020-12-14T10:36:44.4651210Z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