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55d12f0e14ab45a8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Addition fortsetzen</w:t>
      </w:r>
    </w:p>
    <w:p>
      <w:pPr>
        <w:pStyle w:val="IQB-Teilaufgabengrafik"/>
      </w:pPr>
      <w:r>
        <w:drawing>
          <wp:inline distT="0" distB="0" distL="0" distR="0">
            <wp:extent cx="5832000" cy="2433156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2298c6bceaf04564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433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2298c6bceaf0456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2023-06-16T08:25:25.8466607Z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