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524e0d498484f5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Zeitangaben</w:t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832000" cy="50177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06ada5e93f345b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50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832000" cy="88994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eecb592720943b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8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832000" cy="110770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084b970a161435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10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06ada5e93f345bc" /><Relationship Type="http://schemas.openxmlformats.org/officeDocument/2006/relationships/image" Target="/media/image2.emf" Id="R3eecb592720943b0" /><Relationship Type="http://schemas.openxmlformats.org/officeDocument/2006/relationships/image" Target="/media/image3.emf" Id="R4084b970a161435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Jessica Casties</dc:creator>
  <lastModifiedBy>Jessica Casties</lastModifiedBy>
  <revision>4</revision>
  <lastPrinted>2012-12-11T10:05:00.0000000Z</lastPrinted>
  <dcterms:created xsi:type="dcterms:W3CDTF">2020-12-22T11:44:50.7656931Z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castisje; 22.12.2020</vt:lpwstr>
  </op:property>
</op:Properties>
</file>