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3c5cace51ce4b5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Zeit</w:t>
      </w:r>
    </w:p>
    <w:p>
      <w:pPr>
        <w:pStyle w:val="IQB-Teilaufgabengrafik"/>
      </w:pPr>
      <w:r>
        <w:drawing>
          <wp:inline distT="0" distB="0" distL="0" distR="0">
            <wp:extent cx="5832000" cy="184616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3fc25e66ab7b47d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84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3fc25e66ab7b47d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2020-09-01T06:33:48.6864234Z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