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62e26eee7b94b6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Weitsprung</w:t>
      </w:r>
    </w:p>
    <w:p>
      <w:pPr>
        <w:pStyle w:val="IQB-Teilaufgabengrafik"/>
      </w:pPr>
      <w:r>
        <w:drawing>
          <wp:inline distT="0" distB="0" distL="0" distR="0">
            <wp:extent cx="5832000" cy="378087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d02eabe666c4f2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78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d02eabe666c4f2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2020-09-01T06:34:06.7646457Z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