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91883ebc99640a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Uhrzeiten zuordnen</w:t>
      </w:r>
    </w:p>
    <w:p>
      <w:pPr>
        <w:pStyle w:val="IQB-Teilaufgabengrafik"/>
      </w:pPr>
      <w:r>
        <w:drawing>
          <wp:inline distT="0" distB="0" distL="0" distR="0">
            <wp:extent cx="5832000" cy="494205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b6413ba515e4997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4942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b6413ba515e499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2020-09-01T06:34:05.5929811Z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