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920445a7561435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Theaterbesuch</w:t>
      </w:r>
    </w:p>
    <w:p>
      <w:pPr>
        <w:pStyle w:val="IQB-Teilaufgabengrafik"/>
      </w:pPr>
      <w:r>
        <w:drawing>
          <wp:inline distT="0" distB="0" distL="0" distR="0">
            <wp:extent cx="5832000" cy="144853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e30e7ebf68d74f00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44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e30e7ebf68d74f0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2020-09-01T06:33:48.1709019Z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