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49f944a8ab1e486f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Skateboard kaufen</w:t>
      </w:r>
    </w:p>
    <w:p>
      <w:pPr>
        <w:pStyle w:val="IQB-Teilaufgabengrafik"/>
      </w:pPr>
      <w:r>
        <w:drawing>
          <wp:inline distT="0" distB="0" distL="0" distR="0">
            <wp:extent cx="5832000" cy="2381951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21b64e00d81c450d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381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21b64e00d81c450d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2020-09-01T06:34:07.2648636Z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