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eb8bbc3fa7a496e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Sendung mit der Maus</w:t>
      </w:r>
    </w:p>
    <w:p>
      <w:pPr>
        <w:pStyle w:val="IQB-Teilaufgabengrafik"/>
      </w:pPr>
      <w:r>
        <w:drawing>
          <wp:inline distT="0" distB="0" distL="0" distR="0">
            <wp:extent cx="5832000" cy="1050896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89aab9359fc1459b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050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89aab9359fc1459b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2020-09-01T06:34:07.4682981Z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