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06e914409f74587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Schwimmbahnen</w:t>
      </w:r>
    </w:p>
    <w:p>
      <w:pPr>
        <w:pStyle w:val="IQB-Teilaufgabengrafik"/>
      </w:pPr>
      <w:r>
        <w:drawing>
          <wp:inline distT="0" distB="0" distL="0" distR="0">
            <wp:extent cx="5832000" cy="89505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56936f843e24ce2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89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56936f843e24ce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2020-09-01T06:34:06.9520906Z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