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74cdbd5426704a75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Münzen Betrag</w:t>
      </w:r>
    </w:p>
    <w:p>
      <w:pPr>
        <w:pStyle w:val="IQB-Teilaufgabengrafik"/>
      </w:pPr>
      <w:r>
        <w:drawing>
          <wp:inline distT="0" distB="0" distL="0" distR="0">
            <wp:extent cx="5832000" cy="3544571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2caa89b1580e4f9c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3544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2caa89b1580e4f9c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Jannis Lobs</dc:creator>
  <lastModifiedBy>Jannis Lobs</lastModifiedBy>
  <revision>4</revision>
  <lastPrinted>2012-12-11T10:05:00.0000000Z</lastPrinted>
  <dcterms:created xsi:type="dcterms:W3CDTF">2020-09-01T06:34:06.3740583Z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lobsjann; 01.09.2020</vt:lpwstr>
  </op:property>
</op:Properties>
</file>