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54abf2f0ec5433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Maßeinheiten einsetzen</w:t>
      </w:r>
    </w:p>
    <w:p>
      <w:pPr>
        <w:pStyle w:val="IQB-Teilaufgabengrafik"/>
      </w:pPr>
      <w:r>
        <w:drawing>
          <wp:inline distT="0" distB="0" distL="0" distR="0">
            <wp:extent cx="5832000" cy="2187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a051ecc807a490f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7a051ecc807a490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2020-09-01T06:34:04.7489278Z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