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c9738e984624c8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Käse 1</w:t>
      </w:r>
    </w:p>
    <w:p>
      <w:pPr>
        <w:pStyle w:val="IQB-Teilaufgabengrafik"/>
      </w:pPr>
      <w:r>
        <w:drawing>
          <wp:inline distT="0" distB="0" distL="0" distR="0">
            <wp:extent cx="5832000" cy="67219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f3ea08d03974bf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7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f3ea08d03974bf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2020-09-01T06:33:53.0302776Z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