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d4a7b233a704de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Geburtstag berechnen</w:t>
      </w:r>
    </w:p>
    <w:p>
      <w:pPr>
        <w:pStyle w:val="IQB-Teilaufgabengrafik"/>
      </w:pPr>
      <w:r>
        <w:drawing>
          <wp:inline distT="0" distB="0" distL="0" distR="0">
            <wp:extent cx="5832000" cy="353511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f67a5ba653d4cb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53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f67a5ba653d4cb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2020-09-01T06:34:02.5305148Z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