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a8b5c1bab8d427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Fußball Eintrittskarte</w:t>
      </w:r>
    </w:p>
    <w:p>
      <w:pPr>
        <w:pStyle w:val="IQB-Teilaufgabengrafik"/>
      </w:pPr>
      <w:r>
        <w:drawing>
          <wp:inline distT="0" distB="0" distL="0" distR="0">
            <wp:extent cx="5832000" cy="124165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fe1895f324f4b6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4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fe1895f324f4b6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2020-09-01T06:34:06.1553320Z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