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13634f4a0a04e6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Bundesjugendspiele</w:t>
      </w:r>
    </w:p>
    <w:p>
      <w:pPr>
        <w:pStyle w:val="IQB-Teilaufgabengrafik"/>
      </w:pPr>
      <w:r>
        <w:drawing>
          <wp:inline distT="0" distB="0" distL="0" distR="0">
            <wp:extent cx="5832000" cy="236688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e3050e96fb0494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366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1e3050e96fb0494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2020-09-01T06:34:01.9991212Z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