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7b8ead8351ec4c99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Briefmarke</w:t>
      </w:r>
    </w:p>
    <w:p>
      <w:pPr>
        <w:pStyle w:val="IQB-Teilaufgabengrafik"/>
      </w:pPr>
      <w:r>
        <w:drawing>
          <wp:inline distT="0" distB="0" distL="0" distR="0">
            <wp:extent cx="5832000" cy="1984959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35df1fb47074473f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984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35df1fb47074473f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2020-09-01T06:33:51.2016138Z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