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1835be9e06b45f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1 Kilogramm</w:t>
      </w:r>
    </w:p>
    <w:p>
      <w:pPr>
        <w:pStyle w:val="IQB-Teilaufgabengrafik"/>
      </w:pPr>
      <w:r>
        <w:drawing>
          <wp:inline distT="0" distB="0" distL="0" distR="0">
            <wp:extent cx="5832000" cy="240475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046fd9be2004c9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046fd9be2004c9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2020-09-01T06:34:03.9052079Z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