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4f8d6c6d044487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Zeitangaben</w:t>
      </w:r>
    </w:p>
    <w:p>
      <w:pPr>
        <w:pStyle w:val="IQB-Teilaufgabengrafik"/>
      </w:pPr>
      <w:r>
        <w:drawing>
          <wp:inline distT="0" distB="0" distL="0" distR="0">
            <wp:extent cx="5832000" cy="95622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619fd8124a1485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956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134439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131e1e51fd84b6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34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156214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2ba5618ee0b44f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562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619fd8124a1485a" /><Relationship Type="http://schemas.openxmlformats.org/officeDocument/2006/relationships/image" Target="/media/image2.emf" Id="R0131e1e51fd84b60" /><Relationship Type="http://schemas.openxmlformats.org/officeDocument/2006/relationships/image" Target="/media/image3.emf" Id="R82ba5618ee0b44f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2023-06-16T08:24:37.3929773Z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