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9c55d83bee4443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Zeile: Mario UND </w:t>
            </w:r>
          </w:p>
          <w:p>
            <w:pPr>
              <w:pStyle w:val="IQB-RSNormal"/>
            </w:pPr>
            <w:r>
              <w:t xml:space="preserve">2. Zeile: 16</w:t>
            </w:r>
          </w:p>
          <w:p>
            <w:pPr>
              <w:pStyle w:val="IQB-RSNormal"/>
            </w:pPr>
            <w:r>
              <w:t xml:space="preserve">Die Angabe der Einheit ist nicht erforderlich.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2020-12-14T10:36:47.8398961Z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