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811fb97651448c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 Brüten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 (4 Wochen und 2 Tage).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2020-12-14T10:36:49.0903172Z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