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140b044efb942a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Wettlauf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12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2020-12-14T10:36:47.7773669Z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