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6cf279c6419474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Wettlauf</w:t>
      </w:r>
    </w:p>
    <w:p>
      <w:pPr>
        <w:pStyle w:val="IQB-Teilaufgabengrafik"/>
      </w:pPr>
      <w:r>
        <w:drawing>
          <wp:inline distT="0" distB="0" distL="0" distR="0">
            <wp:extent cx="5832000" cy="167575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2e1f2cdfa7f441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675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2e1f2cdfa7f441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2023-06-16T08:24:38.4087869Z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