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cb914d9a30d64d74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Weitsprung</w:t>
      </w:r>
    </w:p>
    <w:p>
      <w:pPr>
        <w:pStyle w:val="IQB-Teilaufgabengrafik"/>
      </w:pPr>
      <w:r>
        <w:drawing>
          <wp:inline distT="0" distB="0" distL="0" distR="0">
            <wp:extent cx="5832000" cy="425348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8bec1c93620c4e85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425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8bec1c93620c4e85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2023-06-16T08:24:46.7370163Z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