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cff481a298b4f4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Uhrzeiten zuordnen</w:t>
      </w:r>
    </w:p>
    <w:p>
      <w:pPr>
        <w:pStyle w:val="IQB-Teilaufgabengrafik"/>
      </w:pPr>
      <w:r>
        <w:drawing>
          <wp:inline distT="0" distB="0" distL="0" distR="0">
            <wp:extent cx="5832000" cy="547223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95e832012a0425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472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95e832012a0425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2023-06-16T08:24:45.9553075Z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