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d7e1a42f67c0487c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Theaterbesuch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1. Lücke: 6 UND </w:t>
            </w:r>
          </w:p>
          <w:p>
            <w:pPr>
              <w:pStyle w:val="IQB-RSNormal"/>
            </w:pPr>
            <w:r>
              <w:t xml:space="preserve">2. Lücke: 5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2020-12-14T10:36:47.7149058Z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