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dc551296387419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Theaterbesuch</w:t>
      </w:r>
    </w:p>
    <w:p>
      <w:pPr>
        <w:pStyle w:val="IQB-Teilaufgabengrafik"/>
      </w:pPr>
      <w:r>
        <w:drawing>
          <wp:inline distT="0" distB="0" distL="0" distR="0">
            <wp:extent cx="5832000" cy="188403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c8c39f9fa5b4d6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88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c8c39f9fa5b4d6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2023-06-16T08:24:38.1903032Z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