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c17bc8280654dd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Skateboard kaufen</w:t>
      </w:r>
    </w:p>
    <w:p>
      <w:pPr>
        <w:pStyle w:val="IQB-Teilaufgabengrafik"/>
      </w:pPr>
      <w:r>
        <w:drawing>
          <wp:inline distT="0" distB="0" distL="0" distR="0">
            <wp:extent cx="5832000" cy="325155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f299c8f46a1486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251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f299c8f46a1486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2023-06-16T08:24:47.5491354Z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