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3645c2bfe104fb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Sendung mit der Maus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40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2020-12-14T10:36:52.3243056Z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