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4b87abb34614020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Sendung mit der Maus</w:t>
      </w:r>
    </w:p>
    <w:p>
      <w:pPr>
        <w:pStyle w:val="IQB-Teilaufgabengrafik"/>
      </w:pPr>
      <w:r>
        <w:drawing>
          <wp:inline distT="0" distB="0" distL="0" distR="0">
            <wp:extent cx="5832000" cy="1467468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04cc45e346c348bb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467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04cc45e346c348bb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2023-06-16T08:24:47.7365940Z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