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4f4f80fffd1468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Schwimmbahnen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2020-12-14T10:36:52.1996395Z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