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9fb92e2c8284f8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Schwimmbahnen</w:t>
      </w:r>
    </w:p>
    <w:p>
      <w:pPr>
        <w:pStyle w:val="IQB-Teilaufgabengrafik"/>
      </w:pPr>
      <w:r>
        <w:drawing>
          <wp:inline distT="0" distB="0" distL="0" distR="0">
            <wp:extent cx="5832000" cy="133787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5c94490e5d04b7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337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5c94490e5d04b7e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2023-06-16T08:24:47.3302948Z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