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1888111f5afd458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Münzen Betrag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Nur das 4. Kästchen wurde angekreuzt (2,00 </w:t>
            </w:r>
            <w:r>
              <w:t xml:space="preserve">€</w:t>
            </w:r>
            <w:r>
              <w:t xml:space="preserve">).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2020-12-14T10:36:51.9618502Z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