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c9d6b12816b4ee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Münzen Betrag</w:t>
      </w:r>
    </w:p>
    <w:p>
      <w:pPr>
        <w:pStyle w:val="IQB-Teilaufgabengrafik"/>
      </w:pPr>
      <w:r>
        <w:drawing>
          <wp:inline distT="0" distB="0" distL="0" distR="0">
            <wp:extent cx="5832000" cy="404553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84bd64cbde9452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045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84bd64cbde94528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2023-06-16T08:24:46.5021927Z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