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341ade546a541b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Längenvergleich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2020-12-14T10:36:49.0273971Z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