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d2f26e04d0e44653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Längen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88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2020-12-14T10:36:47.6463502Z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