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955f56f2dc3416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Komma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10,05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2020-12-14T10:36:48.9648753Z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