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5898dcf631c45ab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Käse 1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500 g / 1/2 kg / 0,500 kg / 0,50 kg / 0,5 kg / ein halbes Kilo(gramm)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2020-12-14T12:18:16.0084204Z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