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8f84135f8c1457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Haustiere Gewicht vergleichen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Putzi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12 kg 100 g ODER 12,1 kg ODER 12100 g ODER 12,100 kg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2020-12-14T10:36:51.5610055Z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