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434fca3e5724ba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Haustiere Gewicht vergleichen</w:t>
      </w:r>
    </w:p>
    <w:p>
      <w:pPr>
        <w:pStyle w:val="IQB-Teilaufgabengrafik"/>
      </w:pPr>
      <w:r>
        <w:drawing>
          <wp:inline distT="0" distB="0" distL="0" distR="0">
            <wp:extent cx="5832000" cy="393211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e8c584e6d6047f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93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e8c584e6d6047f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2023-06-16T08:24:44.3615728Z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