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934d0a244ac410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Halber Preis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5,50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3,90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2020-12-14T10:36:51.4607956Z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