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e49dd0ab23d48d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Halber Preis</w:t>
      </w:r>
    </w:p>
    <w:p>
      <w:pPr>
        <w:pStyle w:val="IQB-Teilaufgabengrafik"/>
      </w:pPr>
      <w:r>
        <w:drawing>
          <wp:inline distT="0" distB="0" distL="0" distR="0">
            <wp:extent cx="5832000" cy="353511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6679be59c6a44a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535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6679be59c6a44a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2023-06-16T08:24:44.1585671Z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