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ab53a3a49ce4e7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Geburtstag berechnen</w:t>
      </w:r>
    </w:p>
    <w:p>
      <w:pPr>
        <w:pStyle w:val="IQB-Teilaufgabengrafik"/>
      </w:pPr>
      <w:r>
        <w:drawing>
          <wp:inline distT="0" distB="0" distL="0" distR="0">
            <wp:extent cx="5832000" cy="396991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421fe9e9bed47c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96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421fe9e9bed47c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2023-06-16T08:24:43.8464423Z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