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de9ab64ce9c40b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Fußball Eintrittskarte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16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2020-12-14T10:36:51.9024051Z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