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6c8d931fa194a3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Freund besuchen</w:t>
      </w:r>
    </w:p>
    <w:p>
      <w:pPr>
        <w:pStyle w:val="IQB-Teilaufgabengrafik"/>
      </w:pPr>
      <w:r>
        <w:drawing>
          <wp:inline distT="0" distB="0" distL="0" distR="0">
            <wp:extent cx="5832000" cy="339884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18b280368f84c0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39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18b280368f84c0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2023-06-16T08:24:40.5963809Z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