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39495d753df4cb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Fahrplan Schulbus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10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 [Stunde] 10 [Minuten]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2020-12-14T10:36:51.7612897Z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