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7466d06e5304a1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Fahrplan Schulbus</w:t>
      </w:r>
    </w:p>
    <w:p>
      <w:pPr>
        <w:pStyle w:val="IQB-Teilaufgabengrafik"/>
      </w:pPr>
      <w:r>
        <w:drawing>
          <wp:inline distT="0" distB="0" distL="0" distR="0">
            <wp:extent cx="5832000" cy="589827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9bf2334cca94f1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89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9bf2334cca94f1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2023-06-16T08:24:45.5959619Z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