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62866c02aa94d9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Einkauf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2610935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52f1cf14c1cc4ca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1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2f1cf14c1cc4ca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2020-12-16T08:15:36.6353643Z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