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2158862159e405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Einheiten umwandeln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3,06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5,07  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2020-12-14T10:36:52.0777456Z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